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C21CCF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A65E72">
        <w:rPr>
          <w:rFonts w:eastAsia="Times New Roman" w:cs="Times New Roman"/>
          <w:lang w:eastAsia="cs-CZ"/>
        </w:rPr>
        <w:t>54009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28364C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65E72">
        <w:rPr>
          <w:noProof/>
        </w:rPr>
        <w:t>2</w:t>
      </w:r>
      <w:r w:rsidR="000211E7">
        <w:rPr>
          <w:noProof/>
        </w:rPr>
        <w:t>2</w:t>
      </w:r>
      <w:r w:rsidR="00167955">
        <w:rPr>
          <w:noProof/>
        </w:rPr>
        <w:t xml:space="preserve">. kolo“, č.j. </w:t>
      </w:r>
      <w:r w:rsidR="00A65E72">
        <w:rPr>
          <w:noProof/>
        </w:rPr>
        <w:t>54009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D5EC2" w14:textId="77777777" w:rsidR="00E54B78" w:rsidRDefault="00E54B78" w:rsidP="00962258">
      <w:pPr>
        <w:spacing w:after="0" w:line="240" w:lineRule="auto"/>
      </w:pPr>
      <w:r>
        <w:separator/>
      </w:r>
    </w:p>
  </w:endnote>
  <w:endnote w:type="continuationSeparator" w:id="0">
    <w:p w14:paraId="1A2276C4" w14:textId="77777777" w:rsidR="00E54B78" w:rsidRDefault="00E54B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94D8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DEE1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DF618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14C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ED52F" w14:textId="77777777" w:rsidR="00E54B78" w:rsidRDefault="00E54B78" w:rsidP="00962258">
      <w:pPr>
        <w:spacing w:after="0" w:line="240" w:lineRule="auto"/>
      </w:pPr>
      <w:r>
        <w:separator/>
      </w:r>
    </w:p>
  </w:footnote>
  <w:footnote w:type="continuationSeparator" w:id="0">
    <w:p w14:paraId="465812E3" w14:textId="77777777" w:rsidR="00E54B78" w:rsidRDefault="00E54B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211E7"/>
    <w:rsid w:val="000323E0"/>
    <w:rsid w:val="00072C1E"/>
    <w:rsid w:val="000866FA"/>
    <w:rsid w:val="000A46BB"/>
    <w:rsid w:val="000C4FAB"/>
    <w:rsid w:val="000E23A7"/>
    <w:rsid w:val="0010693F"/>
    <w:rsid w:val="00114472"/>
    <w:rsid w:val="001550BC"/>
    <w:rsid w:val="001605B9"/>
    <w:rsid w:val="0016258F"/>
    <w:rsid w:val="00167955"/>
    <w:rsid w:val="001708F9"/>
    <w:rsid w:val="00170EC5"/>
    <w:rsid w:val="001747C1"/>
    <w:rsid w:val="00184743"/>
    <w:rsid w:val="002045CE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E646F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D2BD0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D7EB5"/>
    <w:rsid w:val="008F18D6"/>
    <w:rsid w:val="00904780"/>
    <w:rsid w:val="00910E9C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46651"/>
    <w:rsid w:val="00A61445"/>
    <w:rsid w:val="00A6177B"/>
    <w:rsid w:val="00A65E72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94A4B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4B78"/>
    <w:rsid w:val="00E55532"/>
    <w:rsid w:val="00E74651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A52E54-D0DC-4253-9205-AC22678B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57</cp:revision>
  <cp:lastPrinted>2022-08-09T13:02:00Z</cp:lastPrinted>
  <dcterms:created xsi:type="dcterms:W3CDTF">2020-06-11T06:14:00Z</dcterms:created>
  <dcterms:modified xsi:type="dcterms:W3CDTF">2022-08-09T13:02:00Z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